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490FE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90FE4">
        <w:rPr>
          <w:rFonts w:ascii="Times New Roman" w:hAnsi="Times New Roman"/>
          <w:sz w:val="22"/>
          <w:szCs w:val="22"/>
        </w:rPr>
        <w:t>The above amount must not be broken down further</w:t>
      </w:r>
      <w:r>
        <w:rPr>
          <w:rFonts w:ascii="Times New Roman" w:hAnsi="Times New Roman"/>
          <w:sz w:val="22"/>
          <w:szCs w:val="22"/>
        </w:rPr>
        <w:t>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B329A7" w:rsidRDefault="00B329A7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B329A7" w:rsidRPr="00B329A7" w:rsidRDefault="00B329A7" w:rsidP="00B329A7">
      <w:pPr>
        <w:rPr>
          <w:rFonts w:ascii="Times New Roman" w:hAnsi="Times New Roman"/>
          <w:sz w:val="22"/>
          <w:szCs w:val="22"/>
        </w:rPr>
      </w:pPr>
    </w:p>
    <w:p w:rsidR="00B329A7" w:rsidRPr="00B329A7" w:rsidRDefault="00B329A7" w:rsidP="00B329A7">
      <w:pPr>
        <w:rPr>
          <w:rFonts w:ascii="Times New Roman" w:hAnsi="Times New Roman"/>
          <w:sz w:val="22"/>
          <w:szCs w:val="22"/>
        </w:rPr>
      </w:pPr>
    </w:p>
    <w:p w:rsidR="00B329A7" w:rsidRPr="00B329A7" w:rsidRDefault="00B329A7" w:rsidP="00B329A7">
      <w:pPr>
        <w:rPr>
          <w:rFonts w:ascii="Times New Roman" w:hAnsi="Times New Roman"/>
          <w:sz w:val="22"/>
          <w:szCs w:val="22"/>
        </w:rPr>
      </w:pPr>
    </w:p>
    <w:p w:rsidR="00B329A7" w:rsidRPr="00B329A7" w:rsidRDefault="00B329A7" w:rsidP="00B329A7">
      <w:pPr>
        <w:rPr>
          <w:rFonts w:ascii="Times New Roman" w:hAnsi="Times New Roman"/>
          <w:sz w:val="22"/>
          <w:szCs w:val="22"/>
        </w:rPr>
      </w:pPr>
    </w:p>
    <w:p w:rsidR="00B329A7" w:rsidRPr="00B329A7" w:rsidRDefault="00B329A7" w:rsidP="00B329A7">
      <w:pPr>
        <w:rPr>
          <w:rFonts w:ascii="Times New Roman" w:hAnsi="Times New Roman"/>
          <w:sz w:val="22"/>
          <w:szCs w:val="22"/>
        </w:rPr>
      </w:pPr>
    </w:p>
    <w:p w:rsidR="00375ACF" w:rsidRPr="00B329A7" w:rsidRDefault="00B329A7" w:rsidP="00B329A7">
      <w:pPr>
        <w:tabs>
          <w:tab w:val="left" w:pos="132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sectPr w:rsidR="00375ACF" w:rsidRPr="00B329A7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B329A7">
      <w:rPr>
        <w:rFonts w:ascii="Times New Roman" w:hAnsi="Times New Roman"/>
        <w:b/>
        <w:snapToGrid w:val="0"/>
        <w:sz w:val="18"/>
        <w:szCs w:val="18"/>
      </w:rPr>
      <w:t>024/454-229-TD13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329A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329A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329A7"/>
    <w:rsid w:val="00B42885"/>
    <w:rsid w:val="00B5590A"/>
    <w:rsid w:val="00B67E6A"/>
    <w:rsid w:val="00B91FFB"/>
    <w:rsid w:val="00BC3D17"/>
    <w:rsid w:val="00C30894"/>
    <w:rsid w:val="00C377A8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2ECF8028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D6F174-F145-460E-B954-69481083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33</cp:revision>
  <cp:lastPrinted>2006-01-04T13:01:00Z</cp:lastPrinted>
  <dcterms:created xsi:type="dcterms:W3CDTF">2018-12-18T11:17:00Z</dcterms:created>
  <dcterms:modified xsi:type="dcterms:W3CDTF">2024-11-15T13:46:00Z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